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323CA9" w:rsidP="0037111D">
            <w:r w:rsidRPr="00323CA9">
              <w:rPr>
                <w:rFonts w:ascii="Helvetica" w:hAnsi="Helvetica"/>
              </w:rPr>
              <w:t>6843/2019-SŽDC-SSV-Ú3</w:t>
            </w:r>
            <w:r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323CA9" w:rsidP="00CC1E2B">
            <w:r>
              <w:t>2</w:t>
            </w:r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852B8E" w:rsidP="00FE3455">
            <w:r>
              <w:t>Ing. 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852B8E" w:rsidP="009A7568">
            <w:r>
              <w:t>+420 724 932 387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52B8E" w:rsidP="006104F6">
            <w:r>
              <w:t>HolaM@szdc.cz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079BA">
              <w:rPr>
                <w:noProof/>
              </w:rPr>
              <w:t>7. srpna 2019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52B8E" w:rsidRPr="00852B8E">
        <w:rPr>
          <w:rFonts w:eastAsia="Calibri" w:cs="Times New Roman"/>
          <w:b/>
          <w:lang w:eastAsia="cs-CZ"/>
        </w:rPr>
        <w:t>„Rekonstrukce PZS (P8125) v km 26,089 vč. nástupiště na zastávce Velké Karlovice zastávka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23CA9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33085D">
        <w:rPr>
          <w:rFonts w:eastAsia="Times New Roman" w:cs="Times New Roman"/>
          <w:lang w:eastAsia="cs-CZ"/>
        </w:rPr>
        <w:t>3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33085D" w:rsidP="007962EE">
      <w:pPr>
        <w:tabs>
          <w:tab w:val="left" w:pos="567"/>
        </w:tabs>
      </w:pPr>
      <w:r>
        <w:rPr>
          <w:rFonts w:eastAsia="Calibri" w:cs="Times New Roman"/>
          <w:b/>
          <w:lang w:eastAsia="cs-CZ"/>
        </w:rPr>
        <w:t>Dotaz č. 3</w:t>
      </w:r>
      <w:r w:rsidR="00CB7B5A" w:rsidRPr="00CB7B5A">
        <w:rPr>
          <w:rFonts w:eastAsia="Calibri" w:cs="Times New Roman"/>
          <w:b/>
          <w:lang w:eastAsia="cs-CZ"/>
        </w:rPr>
        <w:t>:</w:t>
      </w:r>
      <w:r w:rsidR="00852B8E" w:rsidRPr="00852B8E">
        <w:t xml:space="preserve"> </w:t>
      </w:r>
    </w:p>
    <w:p w:rsidR="00CB7B5A" w:rsidRDefault="0033085D" w:rsidP="00CB7B5A">
      <w:pPr>
        <w:spacing w:after="0" w:line="240" w:lineRule="auto"/>
      </w:pPr>
      <w:r>
        <w:t>Dobrý den,</w:t>
      </w:r>
      <w:r>
        <w:br/>
        <w:t xml:space="preserve">Po prostudování zprostředkované projektové dokumentace si myslíme, že </w:t>
      </w:r>
      <w:proofErr w:type="gramStart"/>
      <w:r>
        <w:t>35ti</w:t>
      </w:r>
      <w:proofErr w:type="gramEnd"/>
      <w:r>
        <w:t xml:space="preserve"> denní nepřetržitá kolejová výluka ve stavebním postupu č. 1 je nedostatečná pro daný objem stavebních prací. Vzhledem k tomu, že mokré technologické postupy jednotlivých konstrukčních prvků objektu SO 06 zaberou v podstatě všechen čas dané výluky a vzhledem k tomu, že ostatní objekty (nástupiště, železniční spodek, svršek, osvětlení nástupiště…) nejdou při daných technologických postupech dělat souběžně, myslíme si, že nepřetržitá výluka v rámci postupu č. 1 by se měla prodloužit min. o 20 dnů. Bude zadavatel dodatečně prodlužovat požadavek výlukových časů na letošní příp. příští rok?. </w:t>
      </w:r>
      <w:r>
        <w:br/>
        <w:t>Děkujeme za odpověď</w:t>
      </w:r>
    </w:p>
    <w:p w:rsidR="0033085D" w:rsidRPr="00CB7B5A" w:rsidRDefault="0033085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  <w:r w:rsidR="00852B8E">
        <w:rPr>
          <w:rFonts w:eastAsia="Calibri" w:cs="Times New Roman"/>
          <w:b/>
          <w:lang w:eastAsia="cs-CZ"/>
        </w:rPr>
        <w:t xml:space="preserve"> </w:t>
      </w:r>
    </w:p>
    <w:p w:rsidR="00323CA9" w:rsidRDefault="00323CA9" w:rsidP="00CB7B5A">
      <w:pPr>
        <w:spacing w:after="0" w:line="240" w:lineRule="auto"/>
        <w:rPr>
          <w:rFonts w:eastAsia="Calibri" w:cs="Times New Roman"/>
          <w:b/>
          <w:color w:val="00B050"/>
          <w:lang w:eastAsia="cs-CZ"/>
        </w:rPr>
      </w:pPr>
    </w:p>
    <w:p w:rsidR="0077642D" w:rsidRPr="00323CA9" w:rsidRDefault="007D1584" w:rsidP="0077642D">
      <w:pPr>
        <w:spacing w:after="0" w:line="240" w:lineRule="auto"/>
        <w:rPr>
          <w:rFonts w:eastAsia="Calibri" w:cs="Times New Roman"/>
          <w:lang w:eastAsia="cs-CZ"/>
        </w:rPr>
      </w:pPr>
      <w:r w:rsidRPr="00323CA9">
        <w:rPr>
          <w:rFonts w:eastAsia="Calibri" w:cs="Times New Roman"/>
          <w:lang w:eastAsia="cs-CZ"/>
        </w:rPr>
        <w:t>S dodatečným prodlužováním požadavků výluk se neuvažuje. Termín výluk je stanoven a plánován v období od 25. 9. 2019 do 29. 10. 2019. Stavební postupy a potřebný rozsah výluk byl projednán a odsouhlasen v rámci zpracování projektové dokumentace.</w:t>
      </w:r>
      <w:r w:rsidR="0000071A" w:rsidRPr="00323CA9">
        <w:rPr>
          <w:rFonts w:eastAsia="Calibri" w:cs="Times New Roman"/>
          <w:lang w:eastAsia="cs-CZ"/>
        </w:rPr>
        <w:t xml:space="preserve"> </w:t>
      </w:r>
      <w:r w:rsidR="0077642D" w:rsidRPr="00323CA9">
        <w:rPr>
          <w:rFonts w:eastAsia="Calibri" w:cs="Times New Roman"/>
          <w:lang w:eastAsia="cs-CZ"/>
        </w:rPr>
        <w:t>Výluky se navrhovali mimo jiné i s ohledem na negativní dopad provozování nákladní dopravy a obsluhy vleček na této trati.</w:t>
      </w:r>
    </w:p>
    <w:p w:rsidR="0033085D" w:rsidRPr="00323CA9" w:rsidRDefault="0000071A" w:rsidP="00CB7B5A">
      <w:pPr>
        <w:spacing w:after="0" w:line="240" w:lineRule="auto"/>
        <w:rPr>
          <w:rFonts w:eastAsia="Calibri" w:cs="Times New Roman"/>
          <w:lang w:eastAsia="cs-CZ"/>
        </w:rPr>
      </w:pPr>
      <w:r w:rsidRPr="00323CA9">
        <w:rPr>
          <w:rFonts w:eastAsia="Calibri" w:cs="Times New Roman"/>
          <w:lang w:eastAsia="cs-CZ"/>
        </w:rPr>
        <w:t xml:space="preserve">Dle vyjádření projektanta je realizace možná s těmito předpoklady (podmínkami): </w:t>
      </w:r>
    </w:p>
    <w:p w:rsidR="0000071A" w:rsidRPr="00323CA9" w:rsidRDefault="0000071A" w:rsidP="0000071A">
      <w:pPr>
        <w:pStyle w:val="Odstavecseseznamem"/>
        <w:numPr>
          <w:ilvl w:val="0"/>
          <w:numId w:val="7"/>
        </w:numPr>
        <w:spacing w:after="0" w:line="240" w:lineRule="auto"/>
        <w:rPr>
          <w:rFonts w:eastAsia="Calibri" w:cs="Times New Roman"/>
          <w:lang w:eastAsia="cs-CZ"/>
        </w:rPr>
      </w:pPr>
      <w:r w:rsidRPr="00323CA9">
        <w:rPr>
          <w:rFonts w:eastAsia="Calibri" w:cs="Times New Roman"/>
          <w:lang w:eastAsia="cs-CZ"/>
        </w:rPr>
        <w:t>Vzhledem k umístění nástupiště před přejezdem</w:t>
      </w:r>
      <w:r w:rsidR="00001A2A" w:rsidRPr="00323CA9">
        <w:rPr>
          <w:rFonts w:eastAsia="Calibri" w:cs="Times New Roman"/>
          <w:lang w:eastAsia="cs-CZ"/>
        </w:rPr>
        <w:t xml:space="preserve"> lze část výkopů, odhalován</w:t>
      </w:r>
      <w:r w:rsidR="00F079BA">
        <w:rPr>
          <w:rFonts w:eastAsia="Calibri" w:cs="Times New Roman"/>
          <w:lang w:eastAsia="cs-CZ"/>
        </w:rPr>
        <w:t>í</w:t>
      </w:r>
      <w:r w:rsidR="00001A2A" w:rsidRPr="00323CA9">
        <w:rPr>
          <w:rFonts w:eastAsia="Calibri" w:cs="Times New Roman"/>
          <w:lang w:eastAsia="cs-CZ"/>
        </w:rPr>
        <w:t xml:space="preserve"> svahů a přípravy provádět před vyloučením dopravy a to s přístupem za zastávkou</w:t>
      </w:r>
    </w:p>
    <w:p w:rsidR="00001A2A" w:rsidRPr="00323CA9" w:rsidRDefault="00001A2A" w:rsidP="0000071A">
      <w:pPr>
        <w:pStyle w:val="Odstavecseseznamem"/>
        <w:numPr>
          <w:ilvl w:val="0"/>
          <w:numId w:val="7"/>
        </w:numPr>
        <w:spacing w:after="0" w:line="240" w:lineRule="auto"/>
        <w:rPr>
          <w:rFonts w:eastAsia="Calibri" w:cs="Times New Roman"/>
          <w:lang w:eastAsia="cs-CZ"/>
        </w:rPr>
      </w:pPr>
      <w:r w:rsidRPr="00323CA9">
        <w:rPr>
          <w:rFonts w:eastAsia="Calibri" w:cs="Times New Roman"/>
          <w:lang w:eastAsia="cs-CZ"/>
        </w:rPr>
        <w:t>Je nutno využít dopravní pauzy</w:t>
      </w:r>
    </w:p>
    <w:p w:rsidR="00001A2A" w:rsidRPr="00323CA9" w:rsidRDefault="00001A2A" w:rsidP="0000071A">
      <w:pPr>
        <w:pStyle w:val="Odstavecseseznamem"/>
        <w:numPr>
          <w:ilvl w:val="0"/>
          <w:numId w:val="7"/>
        </w:numPr>
        <w:spacing w:after="0" w:line="240" w:lineRule="auto"/>
        <w:rPr>
          <w:rFonts w:eastAsia="Calibri" w:cs="Times New Roman"/>
          <w:lang w:eastAsia="cs-CZ"/>
        </w:rPr>
      </w:pPr>
      <w:r w:rsidRPr="00323CA9">
        <w:rPr>
          <w:rFonts w:eastAsia="Calibri" w:cs="Times New Roman"/>
          <w:lang w:eastAsia="cs-CZ"/>
        </w:rPr>
        <w:t xml:space="preserve">Samotní postup prací je závislý na připravenosti jednotlivých konstrukčních dílů (např. vázané </w:t>
      </w:r>
      <w:proofErr w:type="spellStart"/>
      <w:r w:rsidRPr="00323CA9">
        <w:rPr>
          <w:rFonts w:eastAsia="Calibri" w:cs="Times New Roman"/>
          <w:lang w:eastAsia="cs-CZ"/>
        </w:rPr>
        <w:t>armokoše</w:t>
      </w:r>
      <w:proofErr w:type="spellEnd"/>
      <w:r w:rsidRPr="00323CA9">
        <w:rPr>
          <w:rFonts w:eastAsia="Calibri" w:cs="Times New Roman"/>
          <w:lang w:eastAsia="cs-CZ"/>
        </w:rPr>
        <w:t>, předvýroba prefabrikátů) a časových návaznostech a pracích v souběhu s ostatními objekty</w:t>
      </w:r>
    </w:p>
    <w:p w:rsidR="00001A2A" w:rsidRPr="00323CA9" w:rsidRDefault="00F079BA" w:rsidP="0000071A">
      <w:pPr>
        <w:pStyle w:val="Odstavecseseznamem"/>
        <w:numPr>
          <w:ilvl w:val="0"/>
          <w:numId w:val="7"/>
        </w:num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Uvažovat o dvousměnné</w:t>
      </w:r>
      <w:r w:rsidR="0024542C" w:rsidRPr="00323CA9">
        <w:rPr>
          <w:rFonts w:eastAsia="Calibri" w:cs="Times New Roman"/>
          <w:lang w:eastAsia="cs-CZ"/>
        </w:rPr>
        <w:t>m pro</w:t>
      </w:r>
      <w:r w:rsidR="00001A2A" w:rsidRPr="00323CA9">
        <w:rPr>
          <w:rFonts w:eastAsia="Calibri" w:cs="Times New Roman"/>
          <w:lang w:eastAsia="cs-CZ"/>
        </w:rPr>
        <w:t>voz</w:t>
      </w:r>
      <w:r>
        <w:rPr>
          <w:rFonts w:eastAsia="Calibri" w:cs="Times New Roman"/>
          <w:lang w:eastAsia="cs-CZ"/>
        </w:rPr>
        <w:t>u</w:t>
      </w:r>
    </w:p>
    <w:p w:rsidR="0077642D" w:rsidRPr="00323CA9" w:rsidRDefault="0077642D" w:rsidP="0000071A">
      <w:pPr>
        <w:pStyle w:val="Odstavecseseznamem"/>
        <w:numPr>
          <w:ilvl w:val="0"/>
          <w:numId w:val="7"/>
        </w:numPr>
        <w:spacing w:after="0" w:line="240" w:lineRule="auto"/>
        <w:rPr>
          <w:rFonts w:eastAsia="Calibri" w:cs="Times New Roman"/>
          <w:lang w:eastAsia="cs-CZ"/>
        </w:rPr>
      </w:pPr>
      <w:r w:rsidRPr="00323CA9">
        <w:rPr>
          <w:rFonts w:eastAsia="Calibri" w:cs="Times New Roman"/>
          <w:lang w:eastAsia="cs-CZ"/>
        </w:rPr>
        <w:t>Dřík je možno betonovat 3 dny po základu</w:t>
      </w:r>
    </w:p>
    <w:p w:rsidR="0077642D" w:rsidRPr="00323CA9" w:rsidRDefault="0077642D" w:rsidP="0000071A">
      <w:pPr>
        <w:pStyle w:val="Odstavecseseznamem"/>
        <w:numPr>
          <w:ilvl w:val="0"/>
          <w:numId w:val="7"/>
        </w:numPr>
        <w:spacing w:after="0" w:line="240" w:lineRule="auto"/>
        <w:rPr>
          <w:rFonts w:eastAsia="Calibri" w:cs="Times New Roman"/>
          <w:lang w:eastAsia="cs-CZ"/>
        </w:rPr>
      </w:pPr>
      <w:r w:rsidRPr="00323CA9">
        <w:rPr>
          <w:rFonts w:eastAsia="Calibri" w:cs="Times New Roman"/>
          <w:lang w:eastAsia="cs-CZ"/>
        </w:rPr>
        <w:t xml:space="preserve">Izolace lze provádět po 21 dnech i po 7 dnech dle schváleného SVI na </w:t>
      </w:r>
      <w:proofErr w:type="gramStart"/>
      <w:r w:rsidRPr="00323CA9">
        <w:rPr>
          <w:rFonts w:eastAsia="Calibri" w:cs="Times New Roman"/>
          <w:lang w:eastAsia="cs-CZ"/>
        </w:rPr>
        <w:t>mladý (7-denní</w:t>
      </w:r>
      <w:proofErr w:type="gramEnd"/>
      <w:r w:rsidRPr="00323CA9">
        <w:rPr>
          <w:rFonts w:eastAsia="Calibri" w:cs="Times New Roman"/>
          <w:lang w:eastAsia="cs-CZ"/>
        </w:rPr>
        <w:t>) beton</w:t>
      </w:r>
      <w:r w:rsidR="00323CA9">
        <w:rPr>
          <w:rFonts w:eastAsia="Calibri" w:cs="Times New Roman"/>
          <w:lang w:eastAsia="cs-CZ"/>
        </w:rPr>
        <w:t>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079BA" w:rsidRPr="00F079BA" w:rsidRDefault="00F079BA" w:rsidP="00F079BA">
      <w:pPr>
        <w:spacing w:after="0" w:line="240" w:lineRule="auto"/>
        <w:rPr>
          <w:rFonts w:eastAsia="Times New Roman" w:cs="Times New Roman"/>
          <w:lang w:eastAsia="cs-CZ"/>
        </w:rPr>
      </w:pPr>
      <w:r w:rsidRPr="00F079BA">
        <w:rPr>
          <w:rFonts w:eastAsia="Times New Roman" w:cs="Times New Roman"/>
          <w:lang w:eastAsia="cs-CZ"/>
        </w:rPr>
        <w:t>Zadavatel tímto podává vysvětlení/ změnu/ doplnění zadávací dokumentace k výše uvedené veřejné zakázce.</w:t>
      </w:r>
    </w:p>
    <w:p w:rsidR="00F079BA" w:rsidRPr="00F079BA" w:rsidRDefault="00F079BA" w:rsidP="00F079BA">
      <w:pPr>
        <w:spacing w:after="0" w:line="240" w:lineRule="auto"/>
        <w:rPr>
          <w:rFonts w:eastAsia="Times New Roman" w:cs="Times New Roman"/>
          <w:lang w:eastAsia="cs-CZ"/>
        </w:rPr>
      </w:pPr>
    </w:p>
    <w:p w:rsidR="00F079BA" w:rsidRPr="00F079BA" w:rsidRDefault="00F079BA" w:rsidP="00F079BA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Vzhledem ke skutečnosti, že bylo</w:t>
      </w:r>
      <w:r w:rsidRPr="00F079BA">
        <w:rPr>
          <w:rFonts w:eastAsia="Times New Roman" w:cs="Times New Roman"/>
          <w:lang w:eastAsia="cs-CZ"/>
        </w:rPr>
        <w:t xml:space="preserve"> zadavatelem proveden</w:t>
      </w:r>
      <w:r>
        <w:rPr>
          <w:rFonts w:eastAsia="Times New Roman" w:cs="Times New Roman"/>
          <w:lang w:eastAsia="cs-CZ"/>
        </w:rPr>
        <w:t>o</w:t>
      </w:r>
      <w:r w:rsidRPr="00F079BA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b/>
          <w:lang w:eastAsia="cs-CZ"/>
        </w:rPr>
        <w:t>doplnění</w:t>
      </w:r>
      <w:r w:rsidRPr="00F079BA">
        <w:rPr>
          <w:rFonts w:eastAsia="Times New Roman" w:cs="Times New Roman"/>
          <w:b/>
          <w:lang w:eastAsia="cs-CZ"/>
        </w:rPr>
        <w:t xml:space="preserve"> zadávací dokumentace</w:t>
      </w:r>
      <w:r w:rsidRPr="00F079BA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F079BA">
        <w:rPr>
          <w:rFonts w:eastAsia="Times New Roman" w:cs="Times New Roman"/>
          <w:lang w:eastAsia="cs-CZ"/>
        </w:rPr>
        <w:t>ust</w:t>
      </w:r>
      <w:proofErr w:type="spellEnd"/>
      <w:r w:rsidRPr="00F079BA">
        <w:rPr>
          <w:rFonts w:eastAsia="Times New Roman" w:cs="Times New Roman"/>
          <w:lang w:eastAsia="cs-CZ"/>
        </w:rPr>
        <w:t>. § 99 odst. 2 ZZVZ a prodlužuje l</w:t>
      </w:r>
      <w:r>
        <w:rPr>
          <w:rFonts w:eastAsia="Times New Roman" w:cs="Times New Roman"/>
          <w:lang w:eastAsia="cs-CZ"/>
        </w:rPr>
        <w:t>hůtu pro podání nabídek ze dne 9. 8. 2019 na den 16</w:t>
      </w:r>
      <w:r w:rsidRPr="00F079BA">
        <w:rPr>
          <w:rFonts w:eastAsia="Times New Roman" w:cs="Times New Roman"/>
          <w:lang w:eastAsia="cs-CZ"/>
        </w:rPr>
        <w:t>. 8. 2019.</w:t>
      </w:r>
    </w:p>
    <w:p w:rsidR="00F079BA" w:rsidRPr="00F079BA" w:rsidRDefault="00F079BA" w:rsidP="00F079BA">
      <w:pPr>
        <w:spacing w:after="0" w:line="240" w:lineRule="auto"/>
        <w:rPr>
          <w:rFonts w:eastAsia="Times New Roman" w:cs="Times New Roman"/>
          <w:lang w:eastAsia="cs-CZ"/>
        </w:rPr>
      </w:pPr>
    </w:p>
    <w:p w:rsidR="00F079BA" w:rsidRPr="00F079BA" w:rsidRDefault="00F079BA" w:rsidP="00F079BA">
      <w:pPr>
        <w:spacing w:after="0" w:line="240" w:lineRule="auto"/>
        <w:rPr>
          <w:rFonts w:eastAsia="Times New Roman" w:cs="Times New Roman"/>
          <w:lang w:eastAsia="cs-CZ"/>
        </w:rPr>
      </w:pPr>
    </w:p>
    <w:p w:rsidR="00F079BA" w:rsidRDefault="00F079BA" w:rsidP="00F079BA">
      <w:pPr>
        <w:tabs>
          <w:tab w:val="center" w:pos="7371"/>
        </w:tabs>
        <w:spacing w:after="0" w:line="240" w:lineRule="auto"/>
        <w:rPr>
          <w:rFonts w:eastAsia="Times New Roman" w:cs="Times New Roman"/>
          <w:lang w:eastAsia="cs-CZ"/>
        </w:rPr>
      </w:pPr>
      <w:r w:rsidRPr="00F079BA">
        <w:rPr>
          <w:rFonts w:eastAsia="Times New Roman" w:cs="Times New Roman"/>
          <w:lang w:eastAsia="cs-CZ"/>
        </w:rPr>
        <w:lastRenderedPageBreak/>
        <w:t>Vysvětlení/ změnu/ doplnění zadávací dokumentace, včetně příloh, zadavatel uveřejní stejným způsobem, jakým uveřejnil výzvu k podání nabídek, tedy na profilu zadavatele: https://zakazky.szdc.cz/. Vysvětlení/ změna/ doplnění je považováno za doručené okamžikem uveřejnění</w:t>
      </w:r>
      <w:r>
        <w:rPr>
          <w:rFonts w:eastAsia="Times New Roman" w:cs="Times New Roman"/>
          <w:lang w:eastAsia="cs-CZ"/>
        </w:rPr>
        <w:t>.</w:t>
      </w:r>
    </w:p>
    <w:p w:rsidR="00F079BA" w:rsidRDefault="00F079BA" w:rsidP="00F079BA">
      <w:pPr>
        <w:tabs>
          <w:tab w:val="center" w:pos="7371"/>
        </w:tabs>
        <w:spacing w:after="0" w:line="240" w:lineRule="auto"/>
        <w:rPr>
          <w:rFonts w:eastAsia="Times New Roman" w:cs="Times New Roman"/>
          <w:lang w:eastAsia="cs-CZ"/>
        </w:rPr>
      </w:pPr>
    </w:p>
    <w:p w:rsidR="00F079BA" w:rsidRDefault="00F079BA" w:rsidP="00F079BA">
      <w:pPr>
        <w:tabs>
          <w:tab w:val="center" w:pos="7371"/>
        </w:tabs>
        <w:spacing w:after="0" w:line="240" w:lineRule="auto"/>
        <w:rPr>
          <w:rFonts w:eastAsia="Times New Roman" w:cs="Times New Roman"/>
          <w:lang w:eastAsia="cs-CZ"/>
        </w:rPr>
      </w:pPr>
    </w:p>
    <w:p w:rsidR="00CB7B5A" w:rsidRPr="00CB7B5A" w:rsidRDefault="00CB7B5A" w:rsidP="00F079B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323CA9" w:rsidRPr="00CB7B5A" w:rsidRDefault="00323CA9" w:rsidP="00323CA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323CA9" w:rsidRDefault="00323CA9" w:rsidP="00323CA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23CA9" w:rsidRDefault="00323CA9" w:rsidP="00323CA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23CA9" w:rsidRDefault="00323CA9" w:rsidP="00323CA9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:rsidR="00323CA9" w:rsidRDefault="00323CA9" w:rsidP="00323CA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23CA9" w:rsidRPr="00CB7B5A" w:rsidRDefault="00323CA9" w:rsidP="00323CA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23CA9" w:rsidRPr="00CB7B5A" w:rsidRDefault="00323CA9" w:rsidP="00323CA9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323CA9" w:rsidRPr="00CB7B5A" w:rsidRDefault="00323CA9" w:rsidP="00323CA9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323CA9" w:rsidRPr="00CB7B5A" w:rsidRDefault="00323CA9" w:rsidP="00323CA9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323CA9" w:rsidRPr="00CB7B5A" w:rsidRDefault="00323CA9" w:rsidP="00323CA9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323CA9" w:rsidRPr="00CB7B5A" w:rsidRDefault="00323CA9" w:rsidP="00323CA9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Správa železniční dopravní cesty,</w:t>
      </w:r>
    </w:p>
    <w:p w:rsidR="00323CA9" w:rsidRPr="00CB7B5A" w:rsidRDefault="00323CA9" w:rsidP="00323CA9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D98" w:rsidRDefault="00EE4D98" w:rsidP="00962258">
      <w:pPr>
        <w:spacing w:after="0" w:line="240" w:lineRule="auto"/>
      </w:pPr>
      <w:r>
        <w:separator/>
      </w:r>
    </w:p>
  </w:endnote>
  <w:endnote w:type="continuationSeparator" w:id="0">
    <w:p w:rsidR="00EE4D98" w:rsidRDefault="00EE4D9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14B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14B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B4AB607" wp14:editId="5C361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289104A" wp14:editId="7F42A48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79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79B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5487936" wp14:editId="285F003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F98BBB0" wp14:editId="01652A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D98" w:rsidRDefault="00EE4D98" w:rsidP="00962258">
      <w:pPr>
        <w:spacing w:after="0" w:line="240" w:lineRule="auto"/>
      </w:pPr>
      <w:r>
        <w:separator/>
      </w:r>
    </w:p>
  </w:footnote>
  <w:footnote w:type="continuationSeparator" w:id="0">
    <w:p w:rsidR="00EE4D98" w:rsidRDefault="00EE4D9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66BF122" wp14:editId="066BF12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66BF124" wp14:editId="066BF12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66BF126" wp14:editId="066BF12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66620773"/>
    <w:multiLevelType w:val="hybridMultilevel"/>
    <w:tmpl w:val="2458B22C"/>
    <w:lvl w:ilvl="0" w:tplc="BA34E66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0071A"/>
    <w:rsid w:val="00001A2A"/>
    <w:rsid w:val="00033432"/>
    <w:rsid w:val="000335CC"/>
    <w:rsid w:val="0007061A"/>
    <w:rsid w:val="00072C1E"/>
    <w:rsid w:val="00086E0D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9589D"/>
    <w:rsid w:val="001B69C2"/>
    <w:rsid w:val="001C4DA0"/>
    <w:rsid w:val="00207DF5"/>
    <w:rsid w:val="0024542C"/>
    <w:rsid w:val="00267369"/>
    <w:rsid w:val="0026785D"/>
    <w:rsid w:val="002C31BF"/>
    <w:rsid w:val="002E0CD7"/>
    <w:rsid w:val="002F026B"/>
    <w:rsid w:val="00323CA9"/>
    <w:rsid w:val="0033085D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B6AC5"/>
    <w:rsid w:val="005C7139"/>
    <w:rsid w:val="005D403D"/>
    <w:rsid w:val="006104F6"/>
    <w:rsid w:val="0061068E"/>
    <w:rsid w:val="006514BA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42D"/>
    <w:rsid w:val="0077673A"/>
    <w:rsid w:val="007846E1"/>
    <w:rsid w:val="007962EE"/>
    <w:rsid w:val="007B570C"/>
    <w:rsid w:val="007D1584"/>
    <w:rsid w:val="007E4A6E"/>
    <w:rsid w:val="007F56A7"/>
    <w:rsid w:val="00807DD0"/>
    <w:rsid w:val="00813F11"/>
    <w:rsid w:val="00852B8E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3087C"/>
    <w:rsid w:val="00C44F6A"/>
    <w:rsid w:val="00C727E5"/>
    <w:rsid w:val="00C8207D"/>
    <w:rsid w:val="00C821A1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97BC8"/>
    <w:rsid w:val="00EB104F"/>
    <w:rsid w:val="00ED14BD"/>
    <w:rsid w:val="00EE4D98"/>
    <w:rsid w:val="00EF550F"/>
    <w:rsid w:val="00F01440"/>
    <w:rsid w:val="00F079BA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E38C15-86F6-4BD6-93C4-45AE11FF0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122</TotalTime>
  <Pages>2</Pages>
  <Words>418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3</cp:revision>
  <cp:lastPrinted>2019-08-07T08:16:00Z</cp:lastPrinted>
  <dcterms:created xsi:type="dcterms:W3CDTF">2019-08-07T06:08:00Z</dcterms:created>
  <dcterms:modified xsi:type="dcterms:W3CDTF">2019-08-07T08:24:00Z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